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9072" w:type="dxa"/>
        <w:tblLook w:val="0000" w:firstRow="0" w:lastRow="0" w:firstColumn="0" w:lastColumn="0" w:noHBand="0" w:noVBand="0"/>
      </w:tblPr>
      <w:tblGrid>
        <w:gridCol w:w="3968"/>
        <w:gridCol w:w="1134"/>
        <w:gridCol w:w="3970"/>
      </w:tblGrid>
      <w:tr w:rsidR="00022E8C" w:rsidTr="008D4194">
        <w:trPr>
          <w:trHeight w:val="990"/>
        </w:trPr>
        <w:tc>
          <w:tcPr>
            <w:tcW w:w="3968" w:type="dxa"/>
            <w:tcBorders>
              <w:bottom w:val="single" w:sz="12" w:space="0" w:color="auto"/>
            </w:tcBorders>
            <w:vAlign w:val="center"/>
          </w:tcPr>
          <w:p w:rsidR="00022E8C" w:rsidRDefault="00022E8C" w:rsidP="008D4194">
            <w:pPr>
              <w:pStyle w:val="3"/>
              <w:ind w:right="0"/>
              <w:jc w:val="center"/>
            </w:pPr>
            <w:r>
              <w:t>Республика Алтай</w:t>
            </w:r>
          </w:p>
          <w:p w:rsidR="00022E8C" w:rsidRPr="00DB2DDD" w:rsidRDefault="00022E8C" w:rsidP="008D4194">
            <w:pPr>
              <w:pStyle w:val="3"/>
              <w:ind w:right="0"/>
              <w:jc w:val="center"/>
            </w:pPr>
            <w:r>
              <w:t>Администрация</w:t>
            </w:r>
          </w:p>
          <w:p w:rsidR="00022E8C" w:rsidRDefault="00022E8C" w:rsidP="008D4194">
            <w:pPr>
              <w:pStyle w:val="3"/>
              <w:ind w:right="0"/>
              <w:jc w:val="center"/>
            </w:pPr>
            <w:r>
              <w:t>муниципального образования</w:t>
            </w:r>
          </w:p>
          <w:p w:rsidR="00022E8C" w:rsidRPr="00DB2DDD" w:rsidRDefault="00022E8C" w:rsidP="008D4194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«Майминский район»</w:t>
            </w:r>
          </w:p>
          <w:p w:rsidR="00022E8C" w:rsidRPr="00DB2DDD" w:rsidRDefault="00022E8C" w:rsidP="008D4194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022E8C" w:rsidRPr="00DB2DDD" w:rsidRDefault="00022E8C" w:rsidP="008D4194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 w:rsidRPr="001A603E">
              <w:rPr>
                <w:noProof/>
                <w:sz w:val="24"/>
              </w:rPr>
              <w:drawing>
                <wp:inline distT="0" distB="0" distL="0" distR="0" wp14:anchorId="3F1E07AB" wp14:editId="7E19075B">
                  <wp:extent cx="502024" cy="612000"/>
                  <wp:effectExtent l="19050" t="0" r="0" b="0"/>
                  <wp:docPr id="4" name="Рисунок 4" descr="C:\Users\User\Desktop\Эскизы Майма\Герб Ч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024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0" w:type="dxa"/>
            <w:tcBorders>
              <w:bottom w:val="single" w:sz="12" w:space="0" w:color="auto"/>
            </w:tcBorders>
          </w:tcPr>
          <w:p w:rsidR="00022E8C" w:rsidRPr="000D2626" w:rsidRDefault="00022E8C" w:rsidP="008D4194">
            <w:pPr>
              <w:pStyle w:val="3"/>
              <w:ind w:right="-2"/>
              <w:jc w:val="center"/>
            </w:pPr>
            <w:r w:rsidRPr="000D2626">
              <w:t>Алтай Республика</w:t>
            </w:r>
          </w:p>
          <w:p w:rsidR="00022E8C" w:rsidRPr="000D2626" w:rsidRDefault="00022E8C" w:rsidP="008D4194">
            <w:pPr>
              <w:pStyle w:val="3"/>
              <w:ind w:right="-2"/>
              <w:jc w:val="center"/>
            </w:pPr>
            <w:r w:rsidRPr="000D2626">
              <w:t>«Майма аймак» деп муниципал</w:t>
            </w:r>
          </w:p>
          <w:p w:rsidR="00022E8C" w:rsidRDefault="00022E8C" w:rsidP="008D4194">
            <w:pPr>
              <w:pStyle w:val="3"/>
              <w:ind w:right="-2"/>
              <w:jc w:val="center"/>
              <w:rPr>
                <w:sz w:val="24"/>
              </w:rPr>
            </w:pPr>
            <w:r w:rsidRPr="000D2626">
              <w:t>т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Tahoma" w:hAnsi="Tahoma" w:cs="Tahoma"/>
                <w:sz w:val="18"/>
              </w:rPr>
              <w:t>з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8"/>
              </w:rPr>
              <w:t>лм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6"/>
              </w:rPr>
              <w:t>н</w:t>
            </w:r>
            <w:r w:rsidRPr="000D2626">
              <w:rPr>
                <w:rFonts w:ascii="Lucida Console" w:hAnsi="Lucida Console"/>
                <w:bCs/>
                <w:sz w:val="16"/>
              </w:rPr>
              <w:t>инг</w:t>
            </w:r>
            <w:r w:rsidRPr="000D2626">
              <w:t xml:space="preserve"> администрациязы</w:t>
            </w:r>
          </w:p>
        </w:tc>
      </w:tr>
      <w:tr w:rsidR="00022E8C" w:rsidTr="008D4194">
        <w:trPr>
          <w:trHeight w:val="360"/>
        </w:trPr>
        <w:tc>
          <w:tcPr>
            <w:tcW w:w="3968" w:type="dxa"/>
            <w:tcBorders>
              <w:top w:val="single" w:sz="12" w:space="0" w:color="auto"/>
            </w:tcBorders>
          </w:tcPr>
          <w:p w:rsidR="00022E8C" w:rsidRPr="00AD622A" w:rsidRDefault="00022E8C" w:rsidP="008D4194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022E8C"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РАСПОРЯЖЕНИЕ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022E8C" w:rsidRDefault="00022E8C" w:rsidP="008D4194">
            <w:pPr>
              <w:pStyle w:val="a4"/>
              <w:spacing w:before="480"/>
              <w:jc w:val="center"/>
            </w:pPr>
          </w:p>
        </w:tc>
        <w:tc>
          <w:tcPr>
            <w:tcW w:w="3970" w:type="dxa"/>
            <w:tcBorders>
              <w:top w:val="single" w:sz="12" w:space="0" w:color="auto"/>
            </w:tcBorders>
          </w:tcPr>
          <w:p w:rsidR="00022E8C" w:rsidRDefault="00022E8C" w:rsidP="008D4194">
            <w:pPr>
              <w:pStyle w:val="a4"/>
              <w:spacing w:before="480"/>
              <w:jc w:val="center"/>
            </w:pPr>
            <w:r w:rsidRPr="00022E8C">
              <w:rPr>
                <w:b/>
                <w:sz w:val="36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JAKAAH</w:t>
            </w:r>
          </w:p>
        </w:tc>
      </w:tr>
      <w:tr w:rsidR="00022E8C" w:rsidTr="008D4194">
        <w:trPr>
          <w:trHeight w:val="1953"/>
        </w:trPr>
        <w:tc>
          <w:tcPr>
            <w:tcW w:w="9072" w:type="dxa"/>
            <w:gridSpan w:val="3"/>
          </w:tcPr>
          <w:p w:rsidR="00022E8C" w:rsidRPr="00A320CD" w:rsidRDefault="00022E8C" w:rsidP="008D4194">
            <w:pPr>
              <w:pStyle w:val="a4"/>
              <w:spacing w:before="480"/>
              <w:jc w:val="center"/>
              <w:rPr>
                <w:sz w:val="28"/>
                <w:szCs w:val="28"/>
                <w:lang w:val="en-US"/>
              </w:rPr>
            </w:pPr>
            <w:r w:rsidRPr="00A320CD">
              <w:rPr>
                <w:sz w:val="28"/>
                <w:szCs w:val="28"/>
              </w:rPr>
              <w:t>от</w:t>
            </w:r>
            <w:r w:rsidRPr="00A320CD">
              <w:rPr>
                <w:sz w:val="28"/>
                <w:szCs w:val="28"/>
                <w:lang w:val="en-US"/>
              </w:rPr>
              <w:t xml:space="preserve"> </w:t>
            </w:r>
            <w:r w:rsidRPr="00A320CD">
              <w:rPr>
                <w:sz w:val="28"/>
                <w:szCs w:val="28"/>
              </w:rPr>
              <w:t>«____» ________________ 20</w:t>
            </w:r>
            <w:r w:rsidR="00DC405E">
              <w:rPr>
                <w:sz w:val="28"/>
                <w:szCs w:val="28"/>
              </w:rPr>
              <w:t>25</w:t>
            </w:r>
            <w:r w:rsidRPr="00A320CD">
              <w:rPr>
                <w:sz w:val="28"/>
                <w:szCs w:val="28"/>
              </w:rPr>
              <w:t xml:space="preserve"> года № ___</w:t>
            </w:r>
            <w:r w:rsidR="00B84412">
              <w:rPr>
                <w:sz w:val="28"/>
                <w:szCs w:val="28"/>
              </w:rPr>
              <w:t>1000-рГЗ</w:t>
            </w:r>
            <w:bookmarkStart w:id="0" w:name="_GoBack"/>
            <w:bookmarkEnd w:id="0"/>
            <w:r w:rsidRPr="00A320CD">
              <w:rPr>
                <w:sz w:val="28"/>
                <w:szCs w:val="28"/>
              </w:rPr>
              <w:t>_</w:t>
            </w:r>
            <w:r w:rsidRPr="00A320CD">
              <w:rPr>
                <w:sz w:val="28"/>
                <w:szCs w:val="28"/>
                <w:lang w:val="en-US"/>
              </w:rPr>
              <w:t>_</w:t>
            </w:r>
          </w:p>
          <w:p w:rsidR="00022E8C" w:rsidRPr="00022E8C" w:rsidRDefault="00022E8C" w:rsidP="008D4194">
            <w:pPr>
              <w:pStyle w:val="a4"/>
              <w:spacing w:before="480"/>
              <w:jc w:val="center"/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E4611">
              <w:rPr>
                <w:sz w:val="28"/>
                <w:szCs w:val="28"/>
              </w:rPr>
              <w:t>с. Майма</w:t>
            </w:r>
          </w:p>
        </w:tc>
      </w:tr>
    </w:tbl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О проведении </w:t>
      </w:r>
      <w:r>
        <w:rPr>
          <w:b/>
          <w:bCs/>
          <w:sz w:val="28"/>
          <w:szCs w:val="28"/>
        </w:rPr>
        <w:t xml:space="preserve">общественных </w:t>
      </w:r>
      <w:r w:rsidR="00022E8C">
        <w:rPr>
          <w:b/>
          <w:bCs/>
          <w:sz w:val="28"/>
          <w:szCs w:val="28"/>
        </w:rPr>
        <w:t xml:space="preserve">обсуждений </w:t>
      </w:r>
      <w:r w:rsidR="00022E8C" w:rsidRPr="004D2610">
        <w:rPr>
          <w:b/>
          <w:bCs/>
          <w:sz w:val="28"/>
          <w:szCs w:val="28"/>
        </w:rPr>
        <w:t>по</w:t>
      </w:r>
      <w:r w:rsidR="00057F81">
        <w:rPr>
          <w:b/>
          <w:bCs/>
          <w:sz w:val="28"/>
          <w:szCs w:val="28"/>
        </w:rPr>
        <w:t xml:space="preserve"> вопросу предоставления</w:t>
      </w:r>
    </w:p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разрешения </w:t>
      </w:r>
      <w:r w:rsidRPr="000A1660">
        <w:rPr>
          <w:b/>
          <w:bCs/>
          <w:sz w:val="28"/>
          <w:szCs w:val="28"/>
        </w:rPr>
        <w:t>на условно разрешенный вид использования</w:t>
      </w:r>
      <w:r w:rsidR="00057F81">
        <w:rPr>
          <w:b/>
          <w:bCs/>
          <w:sz w:val="28"/>
          <w:szCs w:val="28"/>
        </w:rPr>
        <w:t xml:space="preserve"> земельного</w:t>
      </w:r>
    </w:p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участка с </w:t>
      </w:r>
      <w:r w:rsidR="001D5D20">
        <w:rPr>
          <w:b/>
          <w:bCs/>
          <w:sz w:val="28"/>
          <w:szCs w:val="28"/>
        </w:rPr>
        <w:t>кадастровым номером 04:01:</w:t>
      </w:r>
      <w:r w:rsidR="008E3DC9">
        <w:rPr>
          <w:b/>
          <w:bCs/>
          <w:sz w:val="28"/>
          <w:szCs w:val="28"/>
        </w:rPr>
        <w:t>020101:404</w:t>
      </w:r>
      <w:r w:rsidRPr="004D2610">
        <w:rPr>
          <w:b/>
          <w:bCs/>
          <w:sz w:val="28"/>
          <w:szCs w:val="28"/>
        </w:rPr>
        <w:t xml:space="preserve">, расположенного </w:t>
      </w:r>
    </w:p>
    <w:p w:rsidR="00ED3031" w:rsidRDefault="002D3E36" w:rsidP="001C4D63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по адресу: </w:t>
      </w:r>
      <w:r w:rsidR="001C4D63">
        <w:rPr>
          <w:b/>
          <w:bCs/>
          <w:sz w:val="28"/>
          <w:szCs w:val="28"/>
        </w:rPr>
        <w:t xml:space="preserve">Российская Федерация, </w:t>
      </w:r>
      <w:r w:rsidR="00022E8C">
        <w:rPr>
          <w:b/>
          <w:bCs/>
          <w:sz w:val="28"/>
          <w:szCs w:val="28"/>
        </w:rPr>
        <w:t xml:space="preserve">Республика Алтай, Майминский </w:t>
      </w:r>
      <w:r w:rsidR="00AF7C87">
        <w:rPr>
          <w:b/>
          <w:bCs/>
          <w:sz w:val="28"/>
          <w:szCs w:val="28"/>
        </w:rPr>
        <w:t xml:space="preserve">муниципальный </w:t>
      </w:r>
      <w:r w:rsidR="00022E8C">
        <w:rPr>
          <w:b/>
          <w:bCs/>
          <w:sz w:val="28"/>
          <w:szCs w:val="28"/>
        </w:rPr>
        <w:t xml:space="preserve">район, </w:t>
      </w:r>
      <w:r w:rsidR="002842FE">
        <w:rPr>
          <w:b/>
          <w:bCs/>
          <w:sz w:val="28"/>
          <w:szCs w:val="28"/>
        </w:rPr>
        <w:t>Манжерокское</w:t>
      </w:r>
      <w:r w:rsidR="001C4D63">
        <w:rPr>
          <w:b/>
          <w:bCs/>
          <w:sz w:val="28"/>
          <w:szCs w:val="28"/>
        </w:rPr>
        <w:t xml:space="preserve"> сельское поселение, </w:t>
      </w:r>
      <w:r w:rsidR="003356E5">
        <w:rPr>
          <w:b/>
          <w:bCs/>
          <w:sz w:val="28"/>
          <w:szCs w:val="28"/>
        </w:rPr>
        <w:t xml:space="preserve">с. </w:t>
      </w:r>
      <w:r w:rsidR="00752FB2">
        <w:rPr>
          <w:b/>
          <w:bCs/>
          <w:sz w:val="28"/>
          <w:szCs w:val="28"/>
        </w:rPr>
        <w:t>Манжерок</w:t>
      </w:r>
      <w:r w:rsidR="00DC405E">
        <w:rPr>
          <w:b/>
          <w:bCs/>
          <w:sz w:val="28"/>
          <w:szCs w:val="28"/>
        </w:rPr>
        <w:t xml:space="preserve">, </w:t>
      </w:r>
      <w:r w:rsidR="00752FB2">
        <w:rPr>
          <w:b/>
          <w:bCs/>
          <w:sz w:val="28"/>
          <w:szCs w:val="28"/>
        </w:rPr>
        <w:t>пер</w:t>
      </w:r>
      <w:r w:rsidR="008E3DC9">
        <w:rPr>
          <w:b/>
          <w:bCs/>
          <w:sz w:val="28"/>
          <w:szCs w:val="28"/>
        </w:rPr>
        <w:t>еулок</w:t>
      </w:r>
      <w:r w:rsidR="00152D3B">
        <w:rPr>
          <w:b/>
          <w:bCs/>
          <w:sz w:val="28"/>
          <w:szCs w:val="28"/>
        </w:rPr>
        <w:t xml:space="preserve"> </w:t>
      </w:r>
      <w:r w:rsidR="00752FB2">
        <w:rPr>
          <w:b/>
          <w:bCs/>
          <w:sz w:val="28"/>
          <w:szCs w:val="28"/>
        </w:rPr>
        <w:t>Прохладный</w:t>
      </w:r>
      <w:r w:rsidR="00152D3B">
        <w:rPr>
          <w:b/>
          <w:bCs/>
          <w:sz w:val="28"/>
          <w:szCs w:val="28"/>
        </w:rPr>
        <w:t>,</w:t>
      </w:r>
      <w:r w:rsidR="00D948CF">
        <w:rPr>
          <w:b/>
          <w:bCs/>
          <w:sz w:val="28"/>
          <w:szCs w:val="28"/>
        </w:rPr>
        <w:t xml:space="preserve"> </w:t>
      </w:r>
      <w:r w:rsidR="008E3DC9">
        <w:rPr>
          <w:b/>
          <w:bCs/>
          <w:sz w:val="28"/>
          <w:szCs w:val="28"/>
        </w:rPr>
        <w:t>земельный участок 11</w:t>
      </w:r>
    </w:p>
    <w:p w:rsidR="00ED3031" w:rsidRPr="001C4D63" w:rsidRDefault="00ED3031" w:rsidP="00ED3031">
      <w:pPr>
        <w:tabs>
          <w:tab w:val="left" w:pos="717"/>
        </w:tabs>
        <w:spacing w:before="0" w:line="240" w:lineRule="auto"/>
        <w:ind w:left="0" w:right="33"/>
        <w:jc w:val="both"/>
        <w:rPr>
          <w:sz w:val="28"/>
          <w:szCs w:val="28"/>
        </w:rPr>
      </w:pPr>
    </w:p>
    <w:p w:rsidR="00ED3031" w:rsidRPr="00E269CE" w:rsidRDefault="00B83FE3" w:rsidP="008A7397">
      <w:pPr>
        <w:tabs>
          <w:tab w:val="left" w:pos="709"/>
        </w:tabs>
        <w:spacing w:before="0" w:line="240" w:lineRule="auto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</w:t>
      </w:r>
      <w:r w:rsidRPr="00A62C1D">
        <w:rPr>
          <w:sz w:val="28"/>
          <w:szCs w:val="28"/>
        </w:rPr>
        <w:t xml:space="preserve"> </w:t>
      </w:r>
      <w:r w:rsidR="00C20360" w:rsidRPr="00E269CE">
        <w:rPr>
          <w:sz w:val="28"/>
          <w:szCs w:val="28"/>
        </w:rPr>
        <w:t xml:space="preserve">статьи </w:t>
      </w:r>
      <w:r w:rsidR="00C20360">
        <w:rPr>
          <w:sz w:val="28"/>
          <w:szCs w:val="28"/>
        </w:rPr>
        <w:t>5.1</w:t>
      </w:r>
      <w:r w:rsidR="00C20360" w:rsidRPr="00E269CE">
        <w:rPr>
          <w:sz w:val="28"/>
          <w:szCs w:val="28"/>
        </w:rPr>
        <w:t xml:space="preserve"> и статьи  </w:t>
      </w:r>
      <w:r w:rsidR="00C20360">
        <w:rPr>
          <w:sz w:val="28"/>
          <w:szCs w:val="28"/>
        </w:rPr>
        <w:t>39</w:t>
      </w:r>
      <w:r w:rsidR="00C20360" w:rsidRPr="00E269CE">
        <w:rPr>
          <w:sz w:val="28"/>
          <w:szCs w:val="28"/>
        </w:rPr>
        <w:t xml:space="preserve">  Градостроительного кодекса Российской Федерации,</w:t>
      </w:r>
      <w:r w:rsidR="00C20360">
        <w:rPr>
          <w:sz w:val="28"/>
          <w:szCs w:val="28"/>
        </w:rPr>
        <w:t xml:space="preserve"> </w:t>
      </w:r>
      <w:r w:rsidR="00464A34" w:rsidRPr="00464A34">
        <w:rPr>
          <w:sz w:val="28"/>
          <w:szCs w:val="28"/>
        </w:rPr>
        <w:t>статьи 45 Устава муниципального образования «Майминский район», принятого решением Майминского районного Совета депутатов от 22 июня 2005 года № 27-01, Положения о порядке организации и проведения публичных слушаний, общественных обсуждений в муниципальном образовании «Майминский район» утвержденного решением Майминского районного Совета депута</w:t>
      </w:r>
      <w:r w:rsidR="00464A34">
        <w:rPr>
          <w:sz w:val="28"/>
          <w:szCs w:val="28"/>
        </w:rPr>
        <w:t>тов от 30 июня 2020 года № 19-2</w:t>
      </w:r>
      <w:r>
        <w:rPr>
          <w:sz w:val="28"/>
          <w:szCs w:val="28"/>
        </w:rPr>
        <w:t xml:space="preserve">, </w:t>
      </w:r>
      <w:r w:rsidR="00103E5D">
        <w:rPr>
          <w:sz w:val="28"/>
          <w:szCs w:val="28"/>
        </w:rPr>
        <w:t>Соглашения о передаче части полномочий по решению вопросов местного значения в сфере архитектуры и градостроительства от 22 февраля 2023 года</w:t>
      </w:r>
      <w:r w:rsidR="00DC405E">
        <w:rPr>
          <w:sz w:val="28"/>
          <w:szCs w:val="28"/>
        </w:rPr>
        <w:t xml:space="preserve"> № 1</w:t>
      </w:r>
      <w:r w:rsidR="00103E5D">
        <w:rPr>
          <w:sz w:val="28"/>
          <w:szCs w:val="28"/>
        </w:rPr>
        <w:t>, в целях устойчивого развития территории муниципального образования «</w:t>
      </w:r>
      <w:r w:rsidR="002842FE">
        <w:rPr>
          <w:sz w:val="28"/>
          <w:szCs w:val="28"/>
        </w:rPr>
        <w:t>Манжерокское</w:t>
      </w:r>
      <w:r w:rsidR="00103E5D">
        <w:rPr>
          <w:sz w:val="28"/>
          <w:szCs w:val="28"/>
        </w:rPr>
        <w:t xml:space="preserve"> сельское поселение»</w:t>
      </w:r>
      <w:r>
        <w:rPr>
          <w:sz w:val="28"/>
          <w:szCs w:val="28"/>
        </w:rPr>
        <w:t>,</w:t>
      </w:r>
      <w:r w:rsidR="004D197A">
        <w:rPr>
          <w:sz w:val="28"/>
          <w:szCs w:val="28"/>
        </w:rPr>
        <w:t xml:space="preserve"> заявления </w:t>
      </w:r>
      <w:r w:rsidR="00752FB2">
        <w:rPr>
          <w:sz w:val="28"/>
          <w:szCs w:val="28"/>
        </w:rPr>
        <w:t>Кляйн А</w:t>
      </w:r>
      <w:r w:rsidR="00185750">
        <w:rPr>
          <w:sz w:val="28"/>
          <w:szCs w:val="28"/>
        </w:rPr>
        <w:t>.</w:t>
      </w:r>
      <w:r w:rsidR="00752FB2">
        <w:rPr>
          <w:sz w:val="28"/>
          <w:szCs w:val="28"/>
        </w:rPr>
        <w:t>Р</w:t>
      </w:r>
      <w:r w:rsidR="000A3F5B">
        <w:rPr>
          <w:sz w:val="28"/>
          <w:szCs w:val="28"/>
        </w:rPr>
        <w:t xml:space="preserve">. </w:t>
      </w:r>
      <w:r w:rsidR="00103E5D">
        <w:rPr>
          <w:sz w:val="28"/>
          <w:szCs w:val="28"/>
        </w:rPr>
        <w:t>о</w:t>
      </w:r>
      <w:r w:rsidR="00752FB2">
        <w:rPr>
          <w:sz w:val="28"/>
          <w:szCs w:val="28"/>
        </w:rPr>
        <w:t>т 3</w:t>
      </w:r>
      <w:r w:rsidR="001E4940">
        <w:rPr>
          <w:sz w:val="28"/>
          <w:szCs w:val="28"/>
        </w:rPr>
        <w:t xml:space="preserve"> </w:t>
      </w:r>
      <w:r w:rsidR="00752FB2">
        <w:rPr>
          <w:sz w:val="28"/>
          <w:szCs w:val="28"/>
        </w:rPr>
        <w:t>сентября</w:t>
      </w:r>
      <w:r w:rsidR="00734A00">
        <w:rPr>
          <w:sz w:val="28"/>
          <w:szCs w:val="28"/>
        </w:rPr>
        <w:t xml:space="preserve"> </w:t>
      </w:r>
      <w:r w:rsidR="0095692F">
        <w:rPr>
          <w:sz w:val="28"/>
          <w:szCs w:val="28"/>
        </w:rPr>
        <w:t>20</w:t>
      </w:r>
      <w:r w:rsidR="00DC405E">
        <w:rPr>
          <w:sz w:val="28"/>
          <w:szCs w:val="28"/>
        </w:rPr>
        <w:t>25</w:t>
      </w:r>
      <w:r w:rsidR="001D5D20">
        <w:rPr>
          <w:sz w:val="28"/>
          <w:szCs w:val="28"/>
        </w:rPr>
        <w:t xml:space="preserve"> года № </w:t>
      </w:r>
      <w:r w:rsidR="008E3DC9">
        <w:rPr>
          <w:sz w:val="28"/>
          <w:szCs w:val="28"/>
        </w:rPr>
        <w:t>9247</w:t>
      </w:r>
      <w:r w:rsidR="008D2340" w:rsidRPr="00E269CE">
        <w:rPr>
          <w:sz w:val="28"/>
          <w:szCs w:val="28"/>
        </w:rPr>
        <w:t>:</w:t>
      </w:r>
    </w:p>
    <w:p w:rsidR="00F55D54" w:rsidRPr="004F3896" w:rsidRDefault="004D56CA" w:rsidP="004F3896">
      <w:pPr>
        <w:pStyle w:val="ae"/>
        <w:numPr>
          <w:ilvl w:val="0"/>
          <w:numId w:val="13"/>
        </w:numPr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F55D54">
        <w:rPr>
          <w:sz w:val="28"/>
          <w:szCs w:val="28"/>
        </w:rPr>
        <w:t xml:space="preserve">Провести </w:t>
      </w:r>
      <w:r w:rsidR="002D3E36" w:rsidRPr="00F55D54">
        <w:rPr>
          <w:sz w:val="28"/>
          <w:szCs w:val="28"/>
        </w:rPr>
        <w:t xml:space="preserve">общественные </w:t>
      </w:r>
      <w:r w:rsidR="00022E8C" w:rsidRPr="00F55D54">
        <w:rPr>
          <w:sz w:val="28"/>
          <w:szCs w:val="28"/>
        </w:rPr>
        <w:t>обсуждения по</w:t>
      </w:r>
      <w:r w:rsidR="002D3E36" w:rsidRPr="00F55D54">
        <w:rPr>
          <w:sz w:val="28"/>
          <w:szCs w:val="28"/>
        </w:rPr>
        <w:t xml:space="preserve"> вопросу предоставления разрешения на условно разрешенный вид использования земельного участка с кадастровым номером 04:01:</w:t>
      </w:r>
      <w:r w:rsidR="008E3DC9">
        <w:rPr>
          <w:sz w:val="28"/>
          <w:szCs w:val="28"/>
        </w:rPr>
        <w:t>020101:404</w:t>
      </w:r>
      <w:r w:rsidR="002D3E36" w:rsidRPr="00F55D54">
        <w:rPr>
          <w:sz w:val="28"/>
          <w:szCs w:val="28"/>
        </w:rPr>
        <w:t xml:space="preserve">, расположенного по адресу: </w:t>
      </w:r>
      <w:r w:rsidR="001C4D63">
        <w:rPr>
          <w:sz w:val="28"/>
          <w:szCs w:val="28"/>
        </w:rPr>
        <w:t xml:space="preserve">Российская Федерация, </w:t>
      </w:r>
      <w:r w:rsidR="00022E8C" w:rsidRPr="00F55D54">
        <w:rPr>
          <w:sz w:val="28"/>
          <w:szCs w:val="28"/>
        </w:rPr>
        <w:t>Респ</w:t>
      </w:r>
      <w:r w:rsidR="00B83FE3">
        <w:rPr>
          <w:sz w:val="28"/>
          <w:szCs w:val="28"/>
        </w:rPr>
        <w:t xml:space="preserve">ублика Алтай, Майминский </w:t>
      </w:r>
      <w:r w:rsidR="00AF7C87">
        <w:rPr>
          <w:sz w:val="28"/>
          <w:szCs w:val="28"/>
        </w:rPr>
        <w:t xml:space="preserve">муниципальный </w:t>
      </w:r>
      <w:r w:rsidR="00B83FE3">
        <w:rPr>
          <w:sz w:val="28"/>
          <w:szCs w:val="28"/>
        </w:rPr>
        <w:t>район,</w:t>
      </w:r>
      <w:r w:rsidR="006B7334">
        <w:rPr>
          <w:sz w:val="28"/>
          <w:szCs w:val="28"/>
        </w:rPr>
        <w:t xml:space="preserve"> </w:t>
      </w:r>
      <w:r w:rsidR="00AF7C87">
        <w:rPr>
          <w:sz w:val="28"/>
          <w:szCs w:val="28"/>
        </w:rPr>
        <w:t>с</w:t>
      </w:r>
      <w:r w:rsidR="002842FE">
        <w:rPr>
          <w:sz w:val="28"/>
          <w:szCs w:val="28"/>
        </w:rPr>
        <w:t xml:space="preserve">. </w:t>
      </w:r>
      <w:r w:rsidR="00752FB2">
        <w:rPr>
          <w:sz w:val="28"/>
          <w:szCs w:val="28"/>
        </w:rPr>
        <w:t>Манжерок</w:t>
      </w:r>
      <w:r w:rsidR="00DC405E">
        <w:rPr>
          <w:sz w:val="28"/>
          <w:szCs w:val="28"/>
        </w:rPr>
        <w:t xml:space="preserve">, </w:t>
      </w:r>
      <w:r w:rsidR="00752FB2">
        <w:rPr>
          <w:sz w:val="28"/>
          <w:szCs w:val="28"/>
        </w:rPr>
        <w:t>пер</w:t>
      </w:r>
      <w:r w:rsidR="008E3DC9">
        <w:rPr>
          <w:sz w:val="28"/>
          <w:szCs w:val="28"/>
        </w:rPr>
        <w:t>еулок</w:t>
      </w:r>
      <w:r w:rsidR="00152D3B">
        <w:rPr>
          <w:sz w:val="28"/>
          <w:szCs w:val="28"/>
        </w:rPr>
        <w:t xml:space="preserve"> </w:t>
      </w:r>
      <w:r w:rsidR="00464A34">
        <w:rPr>
          <w:sz w:val="28"/>
          <w:szCs w:val="28"/>
        </w:rPr>
        <w:t>Прохлад</w:t>
      </w:r>
      <w:r w:rsidR="00752FB2">
        <w:rPr>
          <w:sz w:val="28"/>
          <w:szCs w:val="28"/>
        </w:rPr>
        <w:t>ный</w:t>
      </w:r>
      <w:r w:rsidR="00152D3B">
        <w:rPr>
          <w:sz w:val="28"/>
          <w:szCs w:val="28"/>
        </w:rPr>
        <w:t xml:space="preserve">, </w:t>
      </w:r>
      <w:r w:rsidR="008E3DC9">
        <w:rPr>
          <w:sz w:val="28"/>
          <w:szCs w:val="28"/>
        </w:rPr>
        <w:t>земельный участок 11</w:t>
      </w:r>
      <w:r w:rsidR="00D948CF">
        <w:rPr>
          <w:sz w:val="28"/>
          <w:szCs w:val="28"/>
        </w:rPr>
        <w:t>,</w:t>
      </w:r>
      <w:r w:rsidR="002D3E36" w:rsidRPr="00F55D54">
        <w:rPr>
          <w:sz w:val="28"/>
          <w:szCs w:val="28"/>
        </w:rPr>
        <w:t xml:space="preserve"> для использования в соответствии с кодом</w:t>
      </w:r>
      <w:r w:rsidR="00F848F8">
        <w:rPr>
          <w:sz w:val="28"/>
          <w:szCs w:val="28"/>
        </w:rPr>
        <w:t xml:space="preserve"> вида разрешенного использования земельного участка по классификатору</w:t>
      </w:r>
      <w:r w:rsidR="00BB16A5">
        <w:rPr>
          <w:sz w:val="28"/>
          <w:szCs w:val="28"/>
        </w:rPr>
        <w:t xml:space="preserve"> </w:t>
      </w:r>
      <w:r w:rsidR="007C2661">
        <w:rPr>
          <w:sz w:val="28"/>
          <w:szCs w:val="28"/>
        </w:rPr>
        <w:t>5.2.1.</w:t>
      </w:r>
      <w:r w:rsidR="00420D57">
        <w:rPr>
          <w:sz w:val="28"/>
          <w:szCs w:val="28"/>
        </w:rPr>
        <w:t xml:space="preserve"> «</w:t>
      </w:r>
      <w:r w:rsidR="007C2661">
        <w:rPr>
          <w:sz w:val="28"/>
          <w:szCs w:val="28"/>
        </w:rPr>
        <w:t>Туристическое обслуживание; размещение пансионатов, гостиниц, кемпингов, домов отдыха, не оказывающих услуги по лечению; размещение детских лагерей</w:t>
      </w:r>
      <w:r w:rsidR="006B40B5">
        <w:rPr>
          <w:sz w:val="28"/>
          <w:szCs w:val="28"/>
        </w:rPr>
        <w:t>»</w:t>
      </w:r>
      <w:r w:rsidR="00F55D54" w:rsidRPr="004F3896">
        <w:rPr>
          <w:sz w:val="28"/>
          <w:szCs w:val="28"/>
        </w:rPr>
        <w:t>.</w:t>
      </w:r>
    </w:p>
    <w:p w:rsidR="004D56CA" w:rsidRDefault="00E269CE" w:rsidP="00C62BA4">
      <w:pPr>
        <w:pStyle w:val="ae"/>
        <w:numPr>
          <w:ilvl w:val="0"/>
          <w:numId w:val="13"/>
        </w:numPr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F55D54">
        <w:rPr>
          <w:bCs/>
          <w:sz w:val="28"/>
          <w:szCs w:val="28"/>
        </w:rPr>
        <w:t xml:space="preserve"> Объявить д</w:t>
      </w:r>
      <w:r w:rsidR="004D56CA" w:rsidRPr="00F55D54">
        <w:rPr>
          <w:bCs/>
          <w:sz w:val="28"/>
          <w:szCs w:val="28"/>
        </w:rPr>
        <w:t xml:space="preserve">ату проведения </w:t>
      </w:r>
      <w:r w:rsidR="002D3E36" w:rsidRPr="00F55D54">
        <w:rPr>
          <w:bCs/>
          <w:sz w:val="28"/>
          <w:szCs w:val="28"/>
        </w:rPr>
        <w:t xml:space="preserve">общественных </w:t>
      </w:r>
      <w:r w:rsidR="00E50572" w:rsidRPr="00F55D54">
        <w:rPr>
          <w:bCs/>
          <w:sz w:val="28"/>
          <w:szCs w:val="28"/>
        </w:rPr>
        <w:t>обсуждений по</w:t>
      </w:r>
      <w:r w:rsidR="002D3E36" w:rsidRPr="00F55D54">
        <w:rPr>
          <w:bCs/>
          <w:sz w:val="28"/>
          <w:szCs w:val="28"/>
        </w:rPr>
        <w:t xml:space="preserve"> вопросу предоставления разрешения на условно разрешенный вид </w:t>
      </w:r>
      <w:r w:rsidR="002D3E36" w:rsidRPr="00F55D54">
        <w:rPr>
          <w:bCs/>
          <w:sz w:val="28"/>
          <w:szCs w:val="28"/>
        </w:rPr>
        <w:lastRenderedPageBreak/>
        <w:t xml:space="preserve">использования земельного участка с кадастровым номером </w:t>
      </w:r>
      <w:r w:rsidR="00103E5D">
        <w:rPr>
          <w:sz w:val="28"/>
          <w:szCs w:val="28"/>
        </w:rPr>
        <w:t>04:01</w:t>
      </w:r>
      <w:r w:rsidR="001C4D63">
        <w:rPr>
          <w:sz w:val="28"/>
          <w:szCs w:val="28"/>
        </w:rPr>
        <w:t>:</w:t>
      </w:r>
      <w:r w:rsidR="008E3DC9">
        <w:rPr>
          <w:sz w:val="28"/>
          <w:szCs w:val="28"/>
        </w:rPr>
        <w:t>020101:404</w:t>
      </w:r>
      <w:r w:rsidR="002D3E36" w:rsidRPr="00F55D54">
        <w:rPr>
          <w:bCs/>
          <w:sz w:val="28"/>
          <w:szCs w:val="28"/>
        </w:rPr>
        <w:t xml:space="preserve">, расположенного по адресу: </w:t>
      </w:r>
      <w:r w:rsidR="00E50572" w:rsidRPr="00F55D54">
        <w:rPr>
          <w:sz w:val="28"/>
          <w:szCs w:val="28"/>
        </w:rPr>
        <w:t xml:space="preserve">Республика Алтай, </w:t>
      </w:r>
      <w:r w:rsidR="00B83FE3">
        <w:rPr>
          <w:sz w:val="28"/>
          <w:szCs w:val="28"/>
        </w:rPr>
        <w:t>Майминский</w:t>
      </w:r>
      <w:r w:rsidR="00926425">
        <w:rPr>
          <w:sz w:val="28"/>
          <w:szCs w:val="28"/>
        </w:rPr>
        <w:t xml:space="preserve"> муниципальный</w:t>
      </w:r>
      <w:r w:rsidR="00B83FE3">
        <w:rPr>
          <w:sz w:val="28"/>
          <w:szCs w:val="28"/>
        </w:rPr>
        <w:t xml:space="preserve"> район,</w:t>
      </w:r>
      <w:r w:rsidR="00E50572" w:rsidRPr="00F55D54">
        <w:rPr>
          <w:sz w:val="28"/>
          <w:szCs w:val="28"/>
        </w:rPr>
        <w:t xml:space="preserve"> </w:t>
      </w:r>
      <w:r w:rsidR="002842FE">
        <w:rPr>
          <w:sz w:val="28"/>
          <w:szCs w:val="28"/>
        </w:rPr>
        <w:t xml:space="preserve">Манжерокское сельское поселение с. </w:t>
      </w:r>
      <w:r w:rsidR="00752FB2">
        <w:rPr>
          <w:sz w:val="28"/>
          <w:szCs w:val="28"/>
        </w:rPr>
        <w:t>Манжерок</w:t>
      </w:r>
      <w:r w:rsidR="005F5D9C">
        <w:rPr>
          <w:sz w:val="28"/>
          <w:szCs w:val="28"/>
        </w:rPr>
        <w:t xml:space="preserve">, </w:t>
      </w:r>
      <w:r w:rsidR="00752FB2">
        <w:rPr>
          <w:sz w:val="28"/>
          <w:szCs w:val="28"/>
        </w:rPr>
        <w:t>пер</w:t>
      </w:r>
      <w:r w:rsidR="008E3DC9">
        <w:rPr>
          <w:sz w:val="28"/>
          <w:szCs w:val="28"/>
        </w:rPr>
        <w:t>еулок</w:t>
      </w:r>
      <w:r w:rsidR="00152D3B">
        <w:rPr>
          <w:sz w:val="28"/>
          <w:szCs w:val="28"/>
        </w:rPr>
        <w:t xml:space="preserve"> </w:t>
      </w:r>
      <w:r w:rsidR="00752FB2">
        <w:rPr>
          <w:sz w:val="28"/>
          <w:szCs w:val="28"/>
        </w:rPr>
        <w:t>Прохладный</w:t>
      </w:r>
      <w:r w:rsidR="00152D3B">
        <w:rPr>
          <w:sz w:val="28"/>
          <w:szCs w:val="28"/>
        </w:rPr>
        <w:t xml:space="preserve">, </w:t>
      </w:r>
      <w:r w:rsidR="008E3DC9">
        <w:rPr>
          <w:sz w:val="28"/>
          <w:szCs w:val="28"/>
        </w:rPr>
        <w:t>земельный участок 11</w:t>
      </w:r>
      <w:r w:rsidR="00B83FE3">
        <w:rPr>
          <w:sz w:val="28"/>
          <w:szCs w:val="28"/>
        </w:rPr>
        <w:t xml:space="preserve">, </w:t>
      </w:r>
      <w:r w:rsidR="00B83FE3" w:rsidRPr="00B83FE3">
        <w:rPr>
          <w:bCs/>
          <w:sz w:val="28"/>
          <w:szCs w:val="28"/>
        </w:rPr>
        <w:t>на</w:t>
      </w:r>
      <w:r w:rsidR="00752FB2">
        <w:rPr>
          <w:bCs/>
          <w:sz w:val="28"/>
          <w:szCs w:val="28"/>
        </w:rPr>
        <w:t xml:space="preserve"> 7 ноября</w:t>
      </w:r>
      <w:r w:rsidR="00B83FE3">
        <w:rPr>
          <w:bCs/>
          <w:sz w:val="28"/>
          <w:szCs w:val="28"/>
        </w:rPr>
        <w:t xml:space="preserve"> </w:t>
      </w:r>
      <w:r w:rsidR="00886A96" w:rsidRPr="00F55D54">
        <w:rPr>
          <w:bCs/>
          <w:sz w:val="28"/>
          <w:szCs w:val="28"/>
        </w:rPr>
        <w:t>20</w:t>
      </w:r>
      <w:r w:rsidR="00DC405E">
        <w:rPr>
          <w:bCs/>
          <w:sz w:val="28"/>
          <w:szCs w:val="28"/>
        </w:rPr>
        <w:t>25</w:t>
      </w:r>
      <w:r w:rsidR="00590133">
        <w:rPr>
          <w:bCs/>
          <w:sz w:val="28"/>
          <w:szCs w:val="28"/>
        </w:rPr>
        <w:t xml:space="preserve"> года. Место проведения:</w:t>
      </w:r>
      <w:r w:rsidR="00A27510">
        <w:rPr>
          <w:bCs/>
          <w:sz w:val="28"/>
          <w:szCs w:val="28"/>
        </w:rPr>
        <w:t xml:space="preserve"> </w:t>
      </w:r>
      <w:r w:rsidR="006B40B5">
        <w:rPr>
          <w:sz w:val="28"/>
          <w:szCs w:val="28"/>
        </w:rPr>
        <w:t xml:space="preserve">с. </w:t>
      </w:r>
      <w:r w:rsidR="00752FB2">
        <w:rPr>
          <w:sz w:val="28"/>
          <w:szCs w:val="28"/>
        </w:rPr>
        <w:t>Манжерок</w:t>
      </w:r>
      <w:r w:rsidR="00DC405E">
        <w:rPr>
          <w:sz w:val="28"/>
          <w:szCs w:val="28"/>
        </w:rPr>
        <w:t xml:space="preserve">, </w:t>
      </w:r>
      <w:r w:rsidR="00752FB2">
        <w:rPr>
          <w:sz w:val="28"/>
          <w:szCs w:val="28"/>
        </w:rPr>
        <w:t>пер</w:t>
      </w:r>
      <w:r w:rsidR="008E3DC9">
        <w:rPr>
          <w:sz w:val="28"/>
          <w:szCs w:val="28"/>
        </w:rPr>
        <w:t>еулок</w:t>
      </w:r>
      <w:r w:rsidR="00152D3B">
        <w:rPr>
          <w:sz w:val="28"/>
          <w:szCs w:val="28"/>
        </w:rPr>
        <w:t xml:space="preserve"> </w:t>
      </w:r>
      <w:r w:rsidR="00752FB2">
        <w:rPr>
          <w:sz w:val="28"/>
          <w:szCs w:val="28"/>
        </w:rPr>
        <w:t>Прохладный</w:t>
      </w:r>
      <w:r w:rsidR="00152D3B">
        <w:rPr>
          <w:sz w:val="28"/>
          <w:szCs w:val="28"/>
        </w:rPr>
        <w:t xml:space="preserve">, </w:t>
      </w:r>
      <w:r w:rsidR="008E3DC9">
        <w:rPr>
          <w:sz w:val="28"/>
          <w:szCs w:val="28"/>
        </w:rPr>
        <w:t>земел</w:t>
      </w:r>
      <w:r w:rsidR="008B75E7">
        <w:rPr>
          <w:sz w:val="28"/>
          <w:szCs w:val="28"/>
        </w:rPr>
        <w:t>ь</w:t>
      </w:r>
      <w:r w:rsidR="008E3DC9">
        <w:rPr>
          <w:sz w:val="28"/>
          <w:szCs w:val="28"/>
        </w:rPr>
        <w:t>ный участок 11</w:t>
      </w:r>
      <w:r w:rsidR="007B2BB3">
        <w:rPr>
          <w:sz w:val="28"/>
          <w:szCs w:val="28"/>
        </w:rPr>
        <w:t>, в</w:t>
      </w:r>
      <w:r w:rsidR="00752FB2">
        <w:rPr>
          <w:bCs/>
          <w:sz w:val="28"/>
          <w:szCs w:val="28"/>
        </w:rPr>
        <w:t xml:space="preserve"> 10</w:t>
      </w:r>
      <w:r w:rsidR="002842FE">
        <w:rPr>
          <w:bCs/>
          <w:sz w:val="28"/>
          <w:szCs w:val="28"/>
        </w:rPr>
        <w:t>:0</w:t>
      </w:r>
      <w:r w:rsidR="006F6D55">
        <w:rPr>
          <w:bCs/>
          <w:sz w:val="28"/>
          <w:szCs w:val="28"/>
        </w:rPr>
        <w:t>0</w:t>
      </w:r>
      <w:r w:rsidRPr="00F55D54">
        <w:rPr>
          <w:bCs/>
          <w:sz w:val="28"/>
          <w:szCs w:val="28"/>
        </w:rPr>
        <w:t xml:space="preserve"> часов 00 минут</w:t>
      </w:r>
      <w:r w:rsidR="004D56CA" w:rsidRPr="00F55D54">
        <w:rPr>
          <w:bCs/>
          <w:sz w:val="28"/>
          <w:szCs w:val="28"/>
        </w:rPr>
        <w:t>.</w:t>
      </w:r>
    </w:p>
    <w:p w:rsidR="006D6480" w:rsidRPr="00F848F8" w:rsidRDefault="00E269CE" w:rsidP="00F848F8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 xml:space="preserve">3. Автономному учреждению редакции газеты «Сельчанка в Майминском районе» опубликовать настоящее Распоряжение в газете </w:t>
      </w:r>
      <w:r w:rsidR="00D86725">
        <w:rPr>
          <w:bCs/>
          <w:sz w:val="28"/>
          <w:szCs w:val="28"/>
        </w:rPr>
        <w:t>«Сельчанка</w:t>
      </w:r>
      <w:r w:rsidR="00C30E06">
        <w:rPr>
          <w:bCs/>
          <w:sz w:val="28"/>
          <w:szCs w:val="28"/>
        </w:rPr>
        <w:t>»</w:t>
      </w:r>
      <w:r w:rsidR="007955AD">
        <w:rPr>
          <w:bCs/>
          <w:sz w:val="28"/>
          <w:szCs w:val="28"/>
        </w:rPr>
        <w:t xml:space="preserve"> в Майминском районе</w:t>
      </w:r>
      <w:r w:rsidRPr="00E269CE">
        <w:rPr>
          <w:bCs/>
          <w:sz w:val="28"/>
          <w:szCs w:val="28"/>
        </w:rPr>
        <w:t>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>4. Муниципальному казенному учреждению «Управление по обеспечению деятельности Администрации муниципального образования «Майминский район» разместить настоящее Распоряжение на официальном сайте Майминского района в сети «Интернет».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 xml:space="preserve">5. Контроль за исполнением настоящего Распоряжения </w:t>
      </w:r>
      <w:r w:rsidR="001728F8">
        <w:rPr>
          <w:bCs/>
          <w:sz w:val="28"/>
          <w:szCs w:val="28"/>
        </w:rPr>
        <w:t xml:space="preserve">возложить на Заместителя Главы Администрации муниципального образования «Майминский район» </w:t>
      </w:r>
      <w:r w:rsidR="001948FB">
        <w:rPr>
          <w:bCs/>
          <w:sz w:val="28"/>
          <w:szCs w:val="28"/>
        </w:rPr>
        <w:t>Ю.А. Рябищенко</w:t>
      </w:r>
      <w:r w:rsidRPr="00E269CE">
        <w:rPr>
          <w:bCs/>
          <w:sz w:val="28"/>
          <w:szCs w:val="28"/>
        </w:rPr>
        <w:t>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</w:p>
    <w:p w:rsidR="003A4120" w:rsidRDefault="003A4120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E269CE" w:rsidRDefault="00E269CE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1C4D63" w:rsidRDefault="00980C65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A4120">
        <w:rPr>
          <w:sz w:val="28"/>
          <w:szCs w:val="28"/>
        </w:rPr>
        <w:t xml:space="preserve"> </w:t>
      </w:r>
      <w:r w:rsidR="0095692F">
        <w:rPr>
          <w:sz w:val="28"/>
          <w:szCs w:val="28"/>
        </w:rPr>
        <w:t xml:space="preserve">Администрации </w:t>
      </w:r>
    </w:p>
    <w:p w:rsidR="001C4D63" w:rsidRDefault="003A4120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95692F">
        <w:rPr>
          <w:sz w:val="28"/>
          <w:szCs w:val="28"/>
        </w:rPr>
        <w:t>о</w:t>
      </w:r>
      <w:r>
        <w:rPr>
          <w:sz w:val="28"/>
          <w:szCs w:val="28"/>
        </w:rPr>
        <w:t>бразования</w:t>
      </w:r>
      <w:r w:rsidR="0095692F">
        <w:rPr>
          <w:sz w:val="28"/>
          <w:szCs w:val="28"/>
        </w:rPr>
        <w:t xml:space="preserve"> </w:t>
      </w:r>
    </w:p>
    <w:p w:rsidR="003A4120" w:rsidRDefault="003A4120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 xml:space="preserve">«Майминский район»    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1D5D20">
        <w:rPr>
          <w:sz w:val="28"/>
          <w:szCs w:val="28"/>
        </w:rPr>
        <w:t xml:space="preserve">     </w:t>
      </w:r>
      <w:r w:rsidR="000E2ECA">
        <w:rPr>
          <w:sz w:val="28"/>
          <w:szCs w:val="28"/>
        </w:rPr>
        <w:t xml:space="preserve">  </w:t>
      </w:r>
      <w:r w:rsidR="00980C65">
        <w:rPr>
          <w:sz w:val="28"/>
          <w:szCs w:val="28"/>
        </w:rPr>
        <w:t xml:space="preserve">                          П.В. Громов</w:t>
      </w:r>
    </w:p>
    <w:p w:rsidR="00FF425E" w:rsidRDefault="00FF425E" w:rsidP="003A4120">
      <w:pPr>
        <w:tabs>
          <w:tab w:val="left" w:pos="1134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sectPr w:rsidR="00FF425E" w:rsidSect="008C088F">
      <w:type w:val="continuous"/>
      <w:pgSz w:w="11907" w:h="16840" w:code="9"/>
      <w:pgMar w:top="1134" w:right="1021" w:bottom="1134" w:left="1928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42F" w:rsidRDefault="0000642F" w:rsidP="00F2108F">
      <w:pPr>
        <w:spacing w:before="0" w:line="240" w:lineRule="auto"/>
      </w:pPr>
      <w:r>
        <w:separator/>
      </w:r>
    </w:p>
  </w:endnote>
  <w:endnote w:type="continuationSeparator" w:id="0">
    <w:p w:rsidR="0000642F" w:rsidRDefault="0000642F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42F" w:rsidRDefault="0000642F" w:rsidP="00F2108F">
      <w:pPr>
        <w:spacing w:before="0" w:line="240" w:lineRule="auto"/>
      </w:pPr>
      <w:r>
        <w:separator/>
      </w:r>
    </w:p>
  </w:footnote>
  <w:footnote w:type="continuationSeparator" w:id="0">
    <w:p w:rsidR="0000642F" w:rsidRDefault="0000642F" w:rsidP="00F2108F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A3E1095"/>
    <w:multiLevelType w:val="hybridMultilevel"/>
    <w:tmpl w:val="019276C2"/>
    <w:lvl w:ilvl="0" w:tplc="7CB498D8">
      <w:start w:val="1"/>
      <w:numFmt w:val="decimal"/>
      <w:lvlText w:val="%1."/>
      <w:lvlJc w:val="left"/>
      <w:pPr>
        <w:ind w:left="1542" w:hanging="9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3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4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AEF04C9"/>
    <w:multiLevelType w:val="hybridMultilevel"/>
    <w:tmpl w:val="8A488F9C"/>
    <w:lvl w:ilvl="0" w:tplc="CC265A3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0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E031771"/>
    <w:multiLevelType w:val="multilevel"/>
    <w:tmpl w:val="B5E6B2BC"/>
    <w:lvl w:ilvl="0">
      <w:start w:val="1"/>
      <w:numFmt w:val="decimal"/>
      <w:lvlText w:val="%1."/>
      <w:lvlJc w:val="left"/>
      <w:pPr>
        <w:ind w:left="1872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7" w:hanging="2160"/>
      </w:pPr>
      <w:rPr>
        <w:rFonts w:hint="default"/>
      </w:rPr>
    </w:lvl>
  </w:abstractNum>
  <w:abstractNum w:abstractNumId="12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5"/>
  </w:num>
  <w:num w:numId="6">
    <w:abstractNumId w:val="10"/>
  </w:num>
  <w:num w:numId="7">
    <w:abstractNumId w:val="4"/>
  </w:num>
  <w:num w:numId="8">
    <w:abstractNumId w:val="12"/>
  </w:num>
  <w:num w:numId="9">
    <w:abstractNumId w:val="2"/>
  </w:num>
  <w:num w:numId="10">
    <w:abstractNumId w:val="0"/>
  </w:num>
  <w:num w:numId="11">
    <w:abstractNumId w:val="7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E32"/>
    <w:rsid w:val="0000642F"/>
    <w:rsid w:val="00014C0D"/>
    <w:rsid w:val="00022E8C"/>
    <w:rsid w:val="00030350"/>
    <w:rsid w:val="00030850"/>
    <w:rsid w:val="000423FD"/>
    <w:rsid w:val="00045354"/>
    <w:rsid w:val="00046CB0"/>
    <w:rsid w:val="00050C13"/>
    <w:rsid w:val="00057F81"/>
    <w:rsid w:val="00071789"/>
    <w:rsid w:val="00077E6B"/>
    <w:rsid w:val="0009038F"/>
    <w:rsid w:val="000910EB"/>
    <w:rsid w:val="00096503"/>
    <w:rsid w:val="000A0534"/>
    <w:rsid w:val="000A3F5B"/>
    <w:rsid w:val="000B28A7"/>
    <w:rsid w:val="000B5288"/>
    <w:rsid w:val="000C114C"/>
    <w:rsid w:val="000D0F78"/>
    <w:rsid w:val="000D2626"/>
    <w:rsid w:val="000E2ECA"/>
    <w:rsid w:val="000F2B14"/>
    <w:rsid w:val="000F3093"/>
    <w:rsid w:val="00103E5D"/>
    <w:rsid w:val="001110A4"/>
    <w:rsid w:val="00135136"/>
    <w:rsid w:val="00152D3B"/>
    <w:rsid w:val="00153573"/>
    <w:rsid w:val="001728F8"/>
    <w:rsid w:val="00185750"/>
    <w:rsid w:val="001948FB"/>
    <w:rsid w:val="001A0F60"/>
    <w:rsid w:val="001A3D62"/>
    <w:rsid w:val="001B15DB"/>
    <w:rsid w:val="001C4D63"/>
    <w:rsid w:val="001D064A"/>
    <w:rsid w:val="001D3C63"/>
    <w:rsid w:val="001D43DF"/>
    <w:rsid w:val="001D5D20"/>
    <w:rsid w:val="001E0958"/>
    <w:rsid w:val="001E4940"/>
    <w:rsid w:val="001F1153"/>
    <w:rsid w:val="001F3BB5"/>
    <w:rsid w:val="00200A88"/>
    <w:rsid w:val="002155F0"/>
    <w:rsid w:val="00220673"/>
    <w:rsid w:val="00233447"/>
    <w:rsid w:val="002354AE"/>
    <w:rsid w:val="00264285"/>
    <w:rsid w:val="00270E74"/>
    <w:rsid w:val="002759F3"/>
    <w:rsid w:val="00276A3D"/>
    <w:rsid w:val="00276DD5"/>
    <w:rsid w:val="00283710"/>
    <w:rsid w:val="002842FE"/>
    <w:rsid w:val="002906E0"/>
    <w:rsid w:val="00290A4C"/>
    <w:rsid w:val="00290B7F"/>
    <w:rsid w:val="002927F8"/>
    <w:rsid w:val="002B6406"/>
    <w:rsid w:val="002D15D6"/>
    <w:rsid w:val="002D3C51"/>
    <w:rsid w:val="002D3E36"/>
    <w:rsid w:val="002D55C5"/>
    <w:rsid w:val="002D6D0B"/>
    <w:rsid w:val="002F3D47"/>
    <w:rsid w:val="00306304"/>
    <w:rsid w:val="00315F64"/>
    <w:rsid w:val="00327294"/>
    <w:rsid w:val="003356E5"/>
    <w:rsid w:val="003441A1"/>
    <w:rsid w:val="00371229"/>
    <w:rsid w:val="0037348A"/>
    <w:rsid w:val="0039163E"/>
    <w:rsid w:val="00396145"/>
    <w:rsid w:val="00396985"/>
    <w:rsid w:val="003A4120"/>
    <w:rsid w:val="003A4282"/>
    <w:rsid w:val="003B0575"/>
    <w:rsid w:val="003C15B7"/>
    <w:rsid w:val="003C734D"/>
    <w:rsid w:val="003C7EC1"/>
    <w:rsid w:val="003D4801"/>
    <w:rsid w:val="003D7CFA"/>
    <w:rsid w:val="003E4120"/>
    <w:rsid w:val="00404565"/>
    <w:rsid w:val="00410653"/>
    <w:rsid w:val="00413A69"/>
    <w:rsid w:val="00420D57"/>
    <w:rsid w:val="00422845"/>
    <w:rsid w:val="0044630E"/>
    <w:rsid w:val="00446DCC"/>
    <w:rsid w:val="004521BE"/>
    <w:rsid w:val="004559EA"/>
    <w:rsid w:val="00464A34"/>
    <w:rsid w:val="004650F6"/>
    <w:rsid w:val="0048318D"/>
    <w:rsid w:val="004966D8"/>
    <w:rsid w:val="004A63D4"/>
    <w:rsid w:val="004A6C13"/>
    <w:rsid w:val="004B6841"/>
    <w:rsid w:val="004C2535"/>
    <w:rsid w:val="004C2AB5"/>
    <w:rsid w:val="004D197A"/>
    <w:rsid w:val="004D56CA"/>
    <w:rsid w:val="004E26C2"/>
    <w:rsid w:val="004E4611"/>
    <w:rsid w:val="004E685C"/>
    <w:rsid w:val="004F3896"/>
    <w:rsid w:val="004F73B1"/>
    <w:rsid w:val="0050734E"/>
    <w:rsid w:val="00511EC6"/>
    <w:rsid w:val="00512813"/>
    <w:rsid w:val="005222B1"/>
    <w:rsid w:val="005237BB"/>
    <w:rsid w:val="005246C6"/>
    <w:rsid w:val="00543B71"/>
    <w:rsid w:val="00547375"/>
    <w:rsid w:val="00550426"/>
    <w:rsid w:val="00571760"/>
    <w:rsid w:val="0058214C"/>
    <w:rsid w:val="00590133"/>
    <w:rsid w:val="00590E32"/>
    <w:rsid w:val="005A5F4D"/>
    <w:rsid w:val="005B2069"/>
    <w:rsid w:val="005B2080"/>
    <w:rsid w:val="005B7DA7"/>
    <w:rsid w:val="005C7654"/>
    <w:rsid w:val="005D0AEB"/>
    <w:rsid w:val="005D320E"/>
    <w:rsid w:val="005D4AE7"/>
    <w:rsid w:val="005E51C7"/>
    <w:rsid w:val="005E5DC7"/>
    <w:rsid w:val="005F2A85"/>
    <w:rsid w:val="005F5D9C"/>
    <w:rsid w:val="00603210"/>
    <w:rsid w:val="006067C0"/>
    <w:rsid w:val="0061622E"/>
    <w:rsid w:val="00617086"/>
    <w:rsid w:val="006238B8"/>
    <w:rsid w:val="00627A2E"/>
    <w:rsid w:val="006471C6"/>
    <w:rsid w:val="00663658"/>
    <w:rsid w:val="00670423"/>
    <w:rsid w:val="006849CB"/>
    <w:rsid w:val="00684A22"/>
    <w:rsid w:val="006B40B5"/>
    <w:rsid w:val="006B6854"/>
    <w:rsid w:val="006B7334"/>
    <w:rsid w:val="006C465E"/>
    <w:rsid w:val="006D6480"/>
    <w:rsid w:val="006E52FE"/>
    <w:rsid w:val="006F1597"/>
    <w:rsid w:val="006F2463"/>
    <w:rsid w:val="006F5D7E"/>
    <w:rsid w:val="006F6D55"/>
    <w:rsid w:val="006F7684"/>
    <w:rsid w:val="00714032"/>
    <w:rsid w:val="00714CC7"/>
    <w:rsid w:val="00715FD0"/>
    <w:rsid w:val="00724E93"/>
    <w:rsid w:val="0073055B"/>
    <w:rsid w:val="00734A00"/>
    <w:rsid w:val="007501E9"/>
    <w:rsid w:val="00750EF8"/>
    <w:rsid w:val="00751F3D"/>
    <w:rsid w:val="00752C0A"/>
    <w:rsid w:val="00752FB2"/>
    <w:rsid w:val="007570DF"/>
    <w:rsid w:val="00785353"/>
    <w:rsid w:val="007906A2"/>
    <w:rsid w:val="007955AD"/>
    <w:rsid w:val="007A4B08"/>
    <w:rsid w:val="007B13C1"/>
    <w:rsid w:val="007B2BB3"/>
    <w:rsid w:val="007B403E"/>
    <w:rsid w:val="007B7323"/>
    <w:rsid w:val="007C2661"/>
    <w:rsid w:val="007D6256"/>
    <w:rsid w:val="007E452D"/>
    <w:rsid w:val="007F7E00"/>
    <w:rsid w:val="00800FB3"/>
    <w:rsid w:val="008050E8"/>
    <w:rsid w:val="00824530"/>
    <w:rsid w:val="00827902"/>
    <w:rsid w:val="008315BB"/>
    <w:rsid w:val="00833378"/>
    <w:rsid w:val="00833C21"/>
    <w:rsid w:val="008434FE"/>
    <w:rsid w:val="00845296"/>
    <w:rsid w:val="00846EF5"/>
    <w:rsid w:val="008617DB"/>
    <w:rsid w:val="008723C8"/>
    <w:rsid w:val="00880C3F"/>
    <w:rsid w:val="00881BF7"/>
    <w:rsid w:val="00885E3A"/>
    <w:rsid w:val="00886A96"/>
    <w:rsid w:val="0089143F"/>
    <w:rsid w:val="00892CC6"/>
    <w:rsid w:val="00894A16"/>
    <w:rsid w:val="008A28DF"/>
    <w:rsid w:val="008A2BBF"/>
    <w:rsid w:val="008A7397"/>
    <w:rsid w:val="008B75E7"/>
    <w:rsid w:val="008C088F"/>
    <w:rsid w:val="008C5FED"/>
    <w:rsid w:val="008C7B56"/>
    <w:rsid w:val="008D2340"/>
    <w:rsid w:val="008E3DC9"/>
    <w:rsid w:val="00900C99"/>
    <w:rsid w:val="00905B86"/>
    <w:rsid w:val="009065AB"/>
    <w:rsid w:val="00916C42"/>
    <w:rsid w:val="00924521"/>
    <w:rsid w:val="009246F6"/>
    <w:rsid w:val="00926425"/>
    <w:rsid w:val="00926925"/>
    <w:rsid w:val="0093199E"/>
    <w:rsid w:val="00941B49"/>
    <w:rsid w:val="00954807"/>
    <w:rsid w:val="0095692F"/>
    <w:rsid w:val="009572F7"/>
    <w:rsid w:val="00957916"/>
    <w:rsid w:val="0096170A"/>
    <w:rsid w:val="00966B41"/>
    <w:rsid w:val="00970E5D"/>
    <w:rsid w:val="00971B13"/>
    <w:rsid w:val="00980C65"/>
    <w:rsid w:val="00980E3C"/>
    <w:rsid w:val="00987922"/>
    <w:rsid w:val="00991A27"/>
    <w:rsid w:val="00995819"/>
    <w:rsid w:val="009A5CCA"/>
    <w:rsid w:val="009A7CB4"/>
    <w:rsid w:val="009C6B56"/>
    <w:rsid w:val="009D25B5"/>
    <w:rsid w:val="009F110E"/>
    <w:rsid w:val="009F5C8F"/>
    <w:rsid w:val="00A00038"/>
    <w:rsid w:val="00A04328"/>
    <w:rsid w:val="00A06E7C"/>
    <w:rsid w:val="00A06FAB"/>
    <w:rsid w:val="00A123F3"/>
    <w:rsid w:val="00A1386E"/>
    <w:rsid w:val="00A27510"/>
    <w:rsid w:val="00A320CD"/>
    <w:rsid w:val="00A36AF0"/>
    <w:rsid w:val="00A779EE"/>
    <w:rsid w:val="00A90ECB"/>
    <w:rsid w:val="00A95F8F"/>
    <w:rsid w:val="00AA19AA"/>
    <w:rsid w:val="00AA2E95"/>
    <w:rsid w:val="00AB5DA3"/>
    <w:rsid w:val="00AB7446"/>
    <w:rsid w:val="00AC201F"/>
    <w:rsid w:val="00AC7FD3"/>
    <w:rsid w:val="00AD489B"/>
    <w:rsid w:val="00AD622A"/>
    <w:rsid w:val="00AE0351"/>
    <w:rsid w:val="00AE3AF5"/>
    <w:rsid w:val="00AE5E6A"/>
    <w:rsid w:val="00AF37D5"/>
    <w:rsid w:val="00AF6041"/>
    <w:rsid w:val="00AF7C87"/>
    <w:rsid w:val="00B01A1B"/>
    <w:rsid w:val="00B03071"/>
    <w:rsid w:val="00B04021"/>
    <w:rsid w:val="00B11024"/>
    <w:rsid w:val="00B148F7"/>
    <w:rsid w:val="00B1759E"/>
    <w:rsid w:val="00B2660B"/>
    <w:rsid w:val="00B317D4"/>
    <w:rsid w:val="00B474E0"/>
    <w:rsid w:val="00B71169"/>
    <w:rsid w:val="00B80D85"/>
    <w:rsid w:val="00B83FE3"/>
    <w:rsid w:val="00B84412"/>
    <w:rsid w:val="00B8785D"/>
    <w:rsid w:val="00BB16A5"/>
    <w:rsid w:val="00BB5712"/>
    <w:rsid w:val="00BC0DE2"/>
    <w:rsid w:val="00BC1127"/>
    <w:rsid w:val="00BC6A90"/>
    <w:rsid w:val="00BF424B"/>
    <w:rsid w:val="00C05D34"/>
    <w:rsid w:val="00C1331A"/>
    <w:rsid w:val="00C20360"/>
    <w:rsid w:val="00C24F13"/>
    <w:rsid w:val="00C25C36"/>
    <w:rsid w:val="00C274B0"/>
    <w:rsid w:val="00C30450"/>
    <w:rsid w:val="00C30E06"/>
    <w:rsid w:val="00C31035"/>
    <w:rsid w:val="00C4376B"/>
    <w:rsid w:val="00C51D72"/>
    <w:rsid w:val="00C53674"/>
    <w:rsid w:val="00C546FD"/>
    <w:rsid w:val="00C630F7"/>
    <w:rsid w:val="00C66558"/>
    <w:rsid w:val="00C73971"/>
    <w:rsid w:val="00C8469A"/>
    <w:rsid w:val="00C90803"/>
    <w:rsid w:val="00C928A7"/>
    <w:rsid w:val="00CA2CEC"/>
    <w:rsid w:val="00CB23A6"/>
    <w:rsid w:val="00CB3393"/>
    <w:rsid w:val="00CB479D"/>
    <w:rsid w:val="00CC3104"/>
    <w:rsid w:val="00CD441E"/>
    <w:rsid w:val="00CE08AD"/>
    <w:rsid w:val="00CE109D"/>
    <w:rsid w:val="00CE3154"/>
    <w:rsid w:val="00D07D01"/>
    <w:rsid w:val="00D32DBD"/>
    <w:rsid w:val="00D46D66"/>
    <w:rsid w:val="00D60A07"/>
    <w:rsid w:val="00D73EEF"/>
    <w:rsid w:val="00D73F9B"/>
    <w:rsid w:val="00D805D8"/>
    <w:rsid w:val="00D81FFE"/>
    <w:rsid w:val="00D86725"/>
    <w:rsid w:val="00D8709C"/>
    <w:rsid w:val="00D94113"/>
    <w:rsid w:val="00D948CF"/>
    <w:rsid w:val="00DB2DDD"/>
    <w:rsid w:val="00DB5D6A"/>
    <w:rsid w:val="00DC405E"/>
    <w:rsid w:val="00DD6786"/>
    <w:rsid w:val="00DD77B2"/>
    <w:rsid w:val="00DE2413"/>
    <w:rsid w:val="00DF0954"/>
    <w:rsid w:val="00DF2439"/>
    <w:rsid w:val="00DF3DE1"/>
    <w:rsid w:val="00DF4B13"/>
    <w:rsid w:val="00E04696"/>
    <w:rsid w:val="00E239CC"/>
    <w:rsid w:val="00E24B81"/>
    <w:rsid w:val="00E269CE"/>
    <w:rsid w:val="00E50572"/>
    <w:rsid w:val="00E5562D"/>
    <w:rsid w:val="00E56A33"/>
    <w:rsid w:val="00E86C2D"/>
    <w:rsid w:val="00E97E05"/>
    <w:rsid w:val="00E97E6E"/>
    <w:rsid w:val="00EA3709"/>
    <w:rsid w:val="00EB763B"/>
    <w:rsid w:val="00EC073B"/>
    <w:rsid w:val="00EC0A66"/>
    <w:rsid w:val="00EC6232"/>
    <w:rsid w:val="00ED245F"/>
    <w:rsid w:val="00ED3031"/>
    <w:rsid w:val="00EE343A"/>
    <w:rsid w:val="00EE78B6"/>
    <w:rsid w:val="00EE78EF"/>
    <w:rsid w:val="00F0440A"/>
    <w:rsid w:val="00F17625"/>
    <w:rsid w:val="00F2108F"/>
    <w:rsid w:val="00F22172"/>
    <w:rsid w:val="00F2433C"/>
    <w:rsid w:val="00F30E58"/>
    <w:rsid w:val="00F43280"/>
    <w:rsid w:val="00F46A43"/>
    <w:rsid w:val="00F55D54"/>
    <w:rsid w:val="00F81AFD"/>
    <w:rsid w:val="00F848F8"/>
    <w:rsid w:val="00F919AA"/>
    <w:rsid w:val="00F95299"/>
    <w:rsid w:val="00FB77E6"/>
    <w:rsid w:val="00FC0CEA"/>
    <w:rsid w:val="00FD6717"/>
    <w:rsid w:val="00FE0DF9"/>
    <w:rsid w:val="00FE214B"/>
    <w:rsid w:val="00FE2A56"/>
    <w:rsid w:val="00FF425E"/>
    <w:rsid w:val="00FF558B"/>
    <w:rsid w:val="00FF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979A23"/>
  <w15:docId w15:val="{571A727A-AFE3-4E7D-BA88-F793E0CE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1BE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5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6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2108F"/>
    <w:rPr>
      <w:snapToGrid/>
      <w:sz w:val="22"/>
    </w:rPr>
  </w:style>
  <w:style w:type="paragraph" w:styleId="a9">
    <w:name w:val="footer"/>
    <w:basedOn w:val="a"/>
    <w:link w:val="aa"/>
    <w:rsid w:val="00F210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2108F"/>
    <w:rPr>
      <w:snapToGrid/>
      <w:sz w:val="22"/>
    </w:rPr>
  </w:style>
  <w:style w:type="table" w:styleId="ab">
    <w:name w:val="Table Grid"/>
    <w:basedOn w:val="a1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27902"/>
    <w:rPr>
      <w:rFonts w:ascii="Tahoma" w:hAnsi="Tahoma" w:cs="Tahoma"/>
      <w:snapToGrid w:val="0"/>
      <w:sz w:val="16"/>
      <w:szCs w:val="16"/>
    </w:rPr>
  </w:style>
  <w:style w:type="paragraph" w:styleId="ae">
    <w:name w:val="List Paragraph"/>
    <w:basedOn w:val="a"/>
    <w:uiPriority w:val="34"/>
    <w:qFormat/>
    <w:rsid w:val="007B403E"/>
    <w:pPr>
      <w:ind w:left="720"/>
      <w:contextualSpacing/>
    </w:pPr>
  </w:style>
  <w:style w:type="paragraph" w:styleId="af">
    <w:name w:val="Normal (Web)"/>
    <w:basedOn w:val="a"/>
    <w:rsid w:val="007B403E"/>
    <w:pPr>
      <w:widowControl/>
      <w:spacing w:before="100" w:beforeAutospacing="1" w:after="119" w:line="240" w:lineRule="auto"/>
      <w:ind w:left="0" w:right="0"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a\Desktop\&#1064;&#1072;&#1073;&#1083;&#1086;&#1085;&#1099;%20&#1053;&#1055;&#1040;\&#1041;&#1083;&#1072;&#1085;&#1082;%20&#1056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67FC0B-B8B8-42D5-B0F0-9FAF45EC5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Распоряжение.dotx</Template>
  <TotalTime>125</TotalTime>
  <Pages>2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Vdovina</cp:lastModifiedBy>
  <cp:revision>29</cp:revision>
  <cp:lastPrinted>2025-10-22T02:03:00Z</cp:lastPrinted>
  <dcterms:created xsi:type="dcterms:W3CDTF">2025-01-21T00:51:00Z</dcterms:created>
  <dcterms:modified xsi:type="dcterms:W3CDTF">2025-10-27T04:04:00Z</dcterms:modified>
</cp:coreProperties>
</file>